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9AD" w:rsidRDefault="00B109AD">
      <w:r>
        <w:t xml:space="preserve">                                Green Paws</w:t>
      </w:r>
    </w:p>
    <w:p w:rsidR="00B109AD" w:rsidRDefault="00B109AD">
      <w:r>
        <w:t xml:space="preserve">                                By: Isabella Hughes </w:t>
      </w:r>
    </w:p>
    <w:p w:rsidR="00B109AD" w:rsidRDefault="00B109AD" w:rsidP="00D261E1">
      <w:pPr>
        <w:ind w:firstLine="720"/>
      </w:pPr>
      <w:r>
        <w:t>One sunny morning, a yellow, blue, orange, purple, pink, and green monster woke up. His name</w:t>
      </w:r>
    </w:p>
    <w:p w:rsidR="00B109AD" w:rsidRDefault="00B109AD" w:rsidP="00D261E1">
      <w:pPr>
        <w:ind w:firstLine="720"/>
      </w:pPr>
      <w:r>
        <w:t>Is Green Paws. Green Paws got some clothes  of the floor and put them on. Green Paws opened</w:t>
      </w:r>
    </w:p>
    <w:p w:rsidR="00B109AD" w:rsidRDefault="00B109AD" w:rsidP="00E51FF1">
      <w:pPr>
        <w:ind w:firstLine="720"/>
      </w:pPr>
      <w:r>
        <w:t>Each eye, one at a time, the middle one first. Green Paws has a clean room but always want to mess it up. Green Paws lives on Pluto. Green Paws ‘s friends is Pigglesty , Colored Face, and Triton. Green Paws has 4 paws and 6 teeth. Green  Paws’s  favorite color is green. Green Paws loves to read.</w:t>
      </w:r>
    </w:p>
    <w:p w:rsidR="00B109AD" w:rsidRDefault="00B109AD" w:rsidP="00E51FF1">
      <w:pPr>
        <w:ind w:firstLine="720"/>
      </w:pPr>
      <w:r>
        <w:t>Green Paws’s  favorite book is Tum Tum and Nutmeg series. Green Paws’s least favorite color is</w:t>
      </w:r>
    </w:p>
    <w:p w:rsidR="00B109AD" w:rsidRDefault="00B109AD" w:rsidP="00E51FF1">
      <w:pPr>
        <w:ind w:firstLine="720"/>
      </w:pPr>
      <w:r>
        <w:t xml:space="preserve">Pink and purple. Green paws has yellow teeth. Green paws loves solving mysteries. </w:t>
      </w:r>
    </w:p>
    <w:p w:rsidR="00B109AD" w:rsidRDefault="00B109AD" w:rsidP="00E51FF1">
      <w:pPr>
        <w:ind w:firstLine="720"/>
      </w:pPr>
      <w:r>
        <w:t>Green paws loves to hang out with Triton, colored face, and Pigglesty. Green paws loves going</w:t>
      </w:r>
    </w:p>
    <w:p w:rsidR="00B109AD" w:rsidRPr="00E51FF1" w:rsidRDefault="00B109AD" w:rsidP="00EC25A5">
      <w:r>
        <w:t xml:space="preserve">        To different planets to explore and see if theres any aliens on it to see if he can make any friend</w:t>
      </w:r>
    </w:p>
    <w:p w:rsidR="00B109AD" w:rsidRDefault="00B109AD"/>
    <w:sectPr w:rsidR="00B109AD" w:rsidSect="000121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61E1"/>
    <w:rsid w:val="000121D1"/>
    <w:rsid w:val="000C6ED8"/>
    <w:rsid w:val="001E7B1F"/>
    <w:rsid w:val="003C55EA"/>
    <w:rsid w:val="005976C3"/>
    <w:rsid w:val="007340EE"/>
    <w:rsid w:val="007A38ED"/>
    <w:rsid w:val="00B109AD"/>
    <w:rsid w:val="00C562C0"/>
    <w:rsid w:val="00CA1411"/>
    <w:rsid w:val="00D261E1"/>
    <w:rsid w:val="00E51FF1"/>
    <w:rsid w:val="00EC25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1D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143</Words>
  <Characters>816</Characters>
  <Application>Microsoft Office Outlook</Application>
  <DocSecurity>0</DocSecurity>
  <Lines>0</Lines>
  <Paragraphs>0</Paragraphs>
  <ScaleCrop>false</ScaleCrop>
  <Company>Lenovo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Green Paws</dc:title>
  <dc:subject/>
  <dc:creator>Lenovo User</dc:creator>
  <cp:keywords/>
  <dc:description/>
  <cp:lastModifiedBy>burrs</cp:lastModifiedBy>
  <cp:revision>2</cp:revision>
  <dcterms:created xsi:type="dcterms:W3CDTF">2010-11-01T18:57:00Z</dcterms:created>
  <dcterms:modified xsi:type="dcterms:W3CDTF">2010-11-01T18:57:00Z</dcterms:modified>
</cp:coreProperties>
</file>